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C3D" w:rsidRPr="00A73EBD" w:rsidRDefault="00CC4C3D" w:rsidP="00125804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</w:pPr>
      <w:r w:rsidRPr="00A73EBD">
        <w:rPr>
          <w:rFonts w:ascii="Times New Roman" w:hAnsi="Times New Roman"/>
          <w:b/>
          <w:sz w:val="24"/>
          <w:szCs w:val="24"/>
        </w:rPr>
        <w:t xml:space="preserve">Диагностика индивидуальных затруднений обучающихся </w:t>
      </w:r>
    </w:p>
    <w:p w:rsidR="00CC4C3D" w:rsidRPr="00A73EBD" w:rsidRDefault="00CC4C3D" w:rsidP="00125804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73EBD">
        <w:rPr>
          <w:rFonts w:ascii="Times New Roman" w:hAnsi="Times New Roman"/>
          <w:b/>
          <w:sz w:val="24"/>
          <w:szCs w:val="24"/>
        </w:rPr>
        <w:t>по физкультуре</w:t>
      </w:r>
    </w:p>
    <w:p w:rsidR="00CC4C3D" w:rsidRPr="00A73EBD" w:rsidRDefault="00CC4C3D" w:rsidP="00125804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</w:pPr>
    </w:p>
    <w:p w:rsidR="00CC4C3D" w:rsidRPr="00A73EBD" w:rsidRDefault="00CC4C3D" w:rsidP="00125804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</w:pPr>
      <w:r w:rsidRPr="00A73EBD">
        <w:rPr>
          <w:rFonts w:ascii="Times New Roman" w:hAnsi="Times New Roman"/>
          <w:b/>
          <w:sz w:val="24"/>
          <w:szCs w:val="24"/>
        </w:rPr>
        <w:t>Анкета для обучающихся (примерная)</w:t>
      </w:r>
    </w:p>
    <w:p w:rsidR="00CC4C3D" w:rsidRPr="00A73EBD" w:rsidRDefault="00CC4C3D" w:rsidP="003251F9">
      <w:pPr>
        <w:spacing w:after="0" w:line="240" w:lineRule="auto"/>
        <w:ind w:left="57"/>
        <w:rPr>
          <w:rFonts w:ascii="Times New Roman" w:hAnsi="Times New Roman"/>
          <w:b/>
          <w:sz w:val="24"/>
          <w:szCs w:val="24"/>
        </w:rPr>
      </w:pPr>
      <w:r w:rsidRPr="00A73EBD">
        <w:rPr>
          <w:rFonts w:ascii="Times New Roman" w:hAnsi="Times New Roman"/>
          <w:b/>
          <w:sz w:val="24"/>
          <w:szCs w:val="24"/>
        </w:rPr>
        <w:t>Фамилия, имя</w:t>
      </w:r>
      <w:r w:rsidRPr="00A73EBD">
        <w:rPr>
          <w:rFonts w:ascii="Times New Roman" w:hAnsi="Times New Roman"/>
          <w:b/>
          <w:sz w:val="24"/>
          <w:szCs w:val="24"/>
        </w:rPr>
        <w:softHyphen/>
      </w:r>
      <w:r w:rsidRPr="00A73EBD">
        <w:rPr>
          <w:rFonts w:ascii="Times New Roman" w:hAnsi="Times New Roman"/>
          <w:b/>
          <w:sz w:val="24"/>
          <w:szCs w:val="24"/>
        </w:rPr>
        <w:softHyphen/>
      </w:r>
      <w:r w:rsidRPr="00A73EBD">
        <w:rPr>
          <w:rFonts w:ascii="Times New Roman" w:hAnsi="Times New Roman"/>
          <w:b/>
          <w:sz w:val="24"/>
          <w:szCs w:val="24"/>
        </w:rPr>
        <w:softHyphen/>
        <w:t>_________________________</w:t>
      </w:r>
    </w:p>
    <w:p w:rsidR="00CC4C3D" w:rsidRPr="00A73EBD" w:rsidRDefault="00CC4C3D" w:rsidP="003251F9">
      <w:pPr>
        <w:spacing w:after="0" w:line="240" w:lineRule="auto"/>
        <w:ind w:left="57"/>
        <w:rPr>
          <w:rFonts w:ascii="Times New Roman" w:hAnsi="Times New Roman"/>
          <w:b/>
          <w:sz w:val="24"/>
          <w:szCs w:val="24"/>
        </w:rPr>
      </w:pPr>
      <w:r w:rsidRPr="00A73EBD">
        <w:rPr>
          <w:rFonts w:ascii="Times New Roman" w:hAnsi="Times New Roman"/>
          <w:b/>
          <w:sz w:val="24"/>
          <w:szCs w:val="24"/>
        </w:rPr>
        <w:t>Школа________________, класс _________ район /город ________________________</w:t>
      </w:r>
    </w:p>
    <w:p w:rsidR="00CC4C3D" w:rsidRPr="00A73EBD" w:rsidRDefault="00CC4C3D" w:rsidP="00125804">
      <w:pPr>
        <w:spacing w:after="0" w:line="240" w:lineRule="auto"/>
        <w:ind w:left="57"/>
        <w:jc w:val="both"/>
        <w:rPr>
          <w:rFonts w:ascii="Times New Roman" w:hAnsi="Times New Roman"/>
          <w:i/>
          <w:sz w:val="24"/>
          <w:szCs w:val="24"/>
        </w:rPr>
      </w:pPr>
      <w:r w:rsidRPr="00A73EBD">
        <w:rPr>
          <w:rFonts w:ascii="Times New Roman" w:hAnsi="Times New Roman"/>
          <w:b/>
          <w:i/>
          <w:sz w:val="24"/>
          <w:szCs w:val="24"/>
        </w:rPr>
        <w:t xml:space="preserve">Инструкция: </w:t>
      </w:r>
      <w:r w:rsidRPr="00A73EBD">
        <w:rPr>
          <w:rFonts w:ascii="Times New Roman" w:hAnsi="Times New Roman"/>
          <w:i/>
          <w:sz w:val="24"/>
          <w:szCs w:val="24"/>
        </w:rPr>
        <w:t>Внимательно прочитай вопросы и выбери наиболее подходящий для тебя ответ. Отметь его любым способом: поставь галочку или обведи номер вопроса, подчеркни ответ. Ответов может быть несколько на один вопрос.</w:t>
      </w:r>
    </w:p>
    <w:p w:rsidR="00CC4C3D" w:rsidRPr="00A73EBD" w:rsidRDefault="00CC4C3D" w:rsidP="00125804">
      <w:pPr>
        <w:spacing w:after="0" w:line="240" w:lineRule="auto"/>
        <w:ind w:left="57"/>
        <w:jc w:val="both"/>
        <w:rPr>
          <w:rFonts w:ascii="Times New Roman" w:hAnsi="Times New Roman"/>
          <w:b/>
          <w:sz w:val="24"/>
          <w:szCs w:val="24"/>
        </w:rPr>
      </w:pPr>
      <w:r w:rsidRPr="00A73EBD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808"/>
      </w:tblGrid>
      <w:tr w:rsidR="00CC4C3D" w:rsidRPr="00A73EBD" w:rsidTr="00A73EBD">
        <w:tc>
          <w:tcPr>
            <w:tcW w:w="648" w:type="dxa"/>
          </w:tcPr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A73E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Какова </w:t>
            </w: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твоя мотивация обучения по предмету «Физическая культура»?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 xml:space="preserve">Быть аттестованным по предмету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A73EBD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Считаю физкультуру интересным предметом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536DDE" w:rsidRDefault="00CC4C3D" w:rsidP="00A73EBD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6DDE">
              <w:rPr>
                <w:rFonts w:ascii="Times New Roman" w:hAnsi="Times New Roman"/>
                <w:sz w:val="24"/>
                <w:szCs w:val="24"/>
              </w:rPr>
              <w:t>Считаю физкультуру нужным и важным предметом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08" w:type="dxa"/>
          </w:tcPr>
          <w:p w:rsidR="00CC4C3D" w:rsidRPr="00950355" w:rsidRDefault="00CC4C3D" w:rsidP="00644EA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Счита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, что учитель интересно ведет уроки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08" w:type="dxa"/>
          </w:tcPr>
          <w:p w:rsidR="00CC4C3D" w:rsidRPr="00950355" w:rsidRDefault="00CC4C3D" w:rsidP="00644E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Считаю, что уроки физкультуры полезны для здоровья, физического совершенствования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08" w:type="dxa"/>
          </w:tcPr>
          <w:p w:rsidR="00CC4C3D" w:rsidRPr="00950355" w:rsidRDefault="00CC4C3D" w:rsidP="00644E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Планирую изучать предмет на профильном уровне в старшей школе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08" w:type="dxa"/>
          </w:tcPr>
          <w:p w:rsidR="00CC4C3D" w:rsidRPr="00950355" w:rsidRDefault="00CC4C3D" w:rsidP="00644E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Планирую поступать в ВУЗ на факультет физической культуры, в военн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е училищ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, в СПО, в др.учебные заведения по профилю физической культуры и спорта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08" w:type="dxa"/>
          </w:tcPr>
          <w:p w:rsidR="00CC4C3D" w:rsidRPr="00950355" w:rsidRDefault="00CC4C3D" w:rsidP="006C00C5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Не имею обоснованной мотивации посещать уроки физкультуры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950355" w:rsidRDefault="00CC4C3D" w:rsidP="006C00C5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 xml:space="preserve">Другое. </w:t>
            </w:r>
            <w:r w:rsidRPr="00950355">
              <w:rPr>
                <w:rFonts w:ascii="Times New Roman" w:hAnsi="Times New Roman"/>
                <w:i/>
                <w:sz w:val="24"/>
                <w:szCs w:val="24"/>
              </w:rPr>
              <w:t>Напиши</w:t>
            </w:r>
          </w:p>
          <w:p w:rsidR="00CC4C3D" w:rsidRPr="00950355" w:rsidRDefault="00CC4C3D" w:rsidP="006C00C5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Считаешь ли ты физкультуру трудным предметом?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Не очень трудным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950355" w:rsidRDefault="00CC4C3D" w:rsidP="006C00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Default="00CC4C3D" w:rsidP="00A73EBD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Какие разделы (темы) учебного плана вызывают 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тебя</w:t>
            </w: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 наибольшие затруднения? 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>Укажи их:</w:t>
            </w:r>
          </w:p>
          <w:p w:rsidR="00CC4C3D" w:rsidRPr="00950355" w:rsidRDefault="00CC4C3D" w:rsidP="00A73EBD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Нравятся ли тебе уроки физкультуры?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Да, объясни почему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6F169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Нет, объясни почему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 xml:space="preserve">Не очень, объясни почему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808" w:type="dxa"/>
          </w:tcPr>
          <w:p w:rsidR="00CC4C3D" w:rsidRPr="00A73EBD" w:rsidRDefault="00CC4C3D" w:rsidP="00A73EBD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Какую годовую оценку по физкультуре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ты </w:t>
            </w: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>хот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ел бы</w:t>
            </w: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 иметь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?</w:t>
            </w:r>
            <w:r w:rsidRPr="009503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950355" w:rsidRDefault="00CC4C3D" w:rsidP="00A73EBD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 xml:space="preserve">Удовлетворительную оценку, не получить «2»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950355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 xml:space="preserve">Хорошую оценку - «4»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950355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 xml:space="preserve">Отличную оценку - «5»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08" w:type="dxa"/>
          </w:tcPr>
          <w:p w:rsidR="00CC4C3D" w:rsidRPr="00950355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55">
              <w:rPr>
                <w:rFonts w:ascii="Times New Roman" w:hAnsi="Times New Roman"/>
                <w:sz w:val="24"/>
                <w:szCs w:val="24"/>
              </w:rPr>
              <w:t>Все равно как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503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Какой </w:t>
            </w: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 xml:space="preserve">твой прогноз получения годовой оценки по физкультуре на основании уровня подготовки, имеющегося на сегодняшний момент?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Думаю, у меня будет за год по физкультуре 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>удовлетворительн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главное, 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>не получить «2»)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Думаю, что за год будет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 xml:space="preserve"> хорош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>оценк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 xml:space="preserve"> («4»)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A73EBD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Думаю 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>получить отличную оценку за год («5»)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08" w:type="dxa"/>
          </w:tcPr>
          <w:p w:rsidR="00CC4C3D" w:rsidRPr="00A73EBD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Все равно как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у получу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Какой т</w:t>
            </w: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вой прогноз получения годовой оценки по физкультуре при наличии старательной подготовки за оставшееся время?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 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>получ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 xml:space="preserve"> удовлетворительную оценку (не получ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 xml:space="preserve"> «2»)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 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>получ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 xml:space="preserve"> хорошую оценку («4»)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A73EBD" w:rsidRDefault="00CC4C3D" w:rsidP="009C0DDC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 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>получ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 xml:space="preserve"> отличную оценку («5»)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08" w:type="dxa"/>
          </w:tcPr>
          <w:p w:rsidR="00CC4C3D" w:rsidRPr="00A73EBD" w:rsidRDefault="00CC4C3D" w:rsidP="001B313E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Мне 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>все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EBD">
              <w:rPr>
                <w:rFonts w:ascii="Times New Roman" w:hAnsi="Times New Roman"/>
                <w:sz w:val="24"/>
                <w:szCs w:val="24"/>
              </w:rPr>
              <w:t>равно какая оценка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будет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Твои учебные затруднения?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Трудно сдать тесты на положительную оценку, оценивающие уровень развития каких-либо физических качеств. Укажи каки</w:t>
            </w:r>
            <w:r>
              <w:rPr>
                <w:rFonts w:ascii="Times New Roman" w:hAnsi="Times New Roman"/>
                <w:sz w:val="24"/>
                <w:szCs w:val="24"/>
              </w:rPr>
              <w:t>х:</w:t>
            </w:r>
          </w:p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Трудно сдать теорию. Укажи темы: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Другое: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Какая помощь тебе необходима для улучшения результатов по физкультуре?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Со стороны учителя. Укажи какая: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Со стороны родителей. Укажи какая: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Другая. Укажи какая: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Что ты сам можешь порекомендовать себе для улучшения результатов к концу учебного года?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Заниматься физическими упражнениями самостоятельно каждый день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Заниматься физическими упражнениями самостоятельно 2-3 раза в неделю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Записаться в секцию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Другое. Опиши: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A73E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Способствовали ли уроки физкультуры тому, чтобы ты записался в спортивную секцию?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Любишь ли ты принимать участие в спортивных мероприятиях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класса,</w:t>
            </w: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 xml:space="preserve"> школы, района, города, др. 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 xml:space="preserve">Не очень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Планируешь ли ты выполнять нормативы Комплекса ГТО на знак отличия?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Пока не знаю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08" w:type="dxa"/>
          </w:tcPr>
          <w:p w:rsidR="00CC4C3D" w:rsidRPr="00A73EBD" w:rsidRDefault="00CC4C3D" w:rsidP="004C3505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Хотел ли ты, чтобы был ОГЭ, ЕГЭ по физкультуре?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8" w:type="dxa"/>
          </w:tcPr>
          <w:p w:rsidR="00CC4C3D" w:rsidRPr="00A73EBD" w:rsidRDefault="00CC4C3D" w:rsidP="004C3505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8" w:type="dxa"/>
          </w:tcPr>
          <w:p w:rsidR="00CC4C3D" w:rsidRPr="00A73EBD" w:rsidRDefault="00CC4C3D" w:rsidP="004C3505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B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1B3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08" w:type="dxa"/>
          </w:tcPr>
          <w:p w:rsidR="00CC4C3D" w:rsidRPr="00A73EBD" w:rsidRDefault="00CC4C3D" w:rsidP="004C3505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знаю</w:t>
            </w:r>
          </w:p>
        </w:tc>
      </w:tr>
      <w:tr w:rsidR="00CC4C3D" w:rsidRPr="00A73EBD" w:rsidTr="00A73EBD">
        <w:tc>
          <w:tcPr>
            <w:tcW w:w="648" w:type="dxa"/>
          </w:tcPr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CC4C3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4C3D" w:rsidRPr="00A73EBD" w:rsidRDefault="00CC4C3D" w:rsidP="00E4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08" w:type="dxa"/>
          </w:tcPr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 xml:space="preserve">Напиши, какими бы ты хотел видеть уроки физкультуры? </w:t>
            </w:r>
          </w:p>
          <w:p w:rsidR="00CC4C3D" w:rsidRPr="00A73EBD" w:rsidRDefault="00CC4C3D" w:rsidP="00E415CB">
            <w:pPr>
              <w:pStyle w:val="ListParagraph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3E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C4C3D" w:rsidRPr="00A73EBD" w:rsidRDefault="00CC4C3D" w:rsidP="00125804">
      <w:pPr>
        <w:pStyle w:val="ListParagraph"/>
        <w:spacing w:after="0" w:line="240" w:lineRule="auto"/>
        <w:ind w:left="417"/>
        <w:jc w:val="both"/>
        <w:rPr>
          <w:rFonts w:ascii="Times New Roman" w:hAnsi="Times New Roman"/>
          <w:sz w:val="24"/>
          <w:szCs w:val="24"/>
        </w:rPr>
      </w:pPr>
    </w:p>
    <w:p w:rsidR="00CC4C3D" w:rsidRPr="00A73EBD" w:rsidRDefault="00CC4C3D" w:rsidP="00247100">
      <w:pPr>
        <w:pStyle w:val="ListParagraph"/>
        <w:spacing w:after="0" w:line="240" w:lineRule="auto"/>
        <w:ind w:left="180"/>
        <w:jc w:val="center"/>
        <w:rPr>
          <w:rFonts w:ascii="Times New Roman" w:hAnsi="Times New Roman"/>
          <w:b/>
          <w:i/>
          <w:sz w:val="24"/>
          <w:szCs w:val="24"/>
        </w:rPr>
      </w:pPr>
      <w:r w:rsidRPr="00A73EBD">
        <w:rPr>
          <w:rFonts w:ascii="Times New Roman" w:hAnsi="Times New Roman"/>
          <w:b/>
          <w:i/>
          <w:sz w:val="24"/>
          <w:szCs w:val="24"/>
        </w:rPr>
        <w:t>Спасибо за ответы!</w:t>
      </w:r>
    </w:p>
    <w:sectPr w:rsidR="00CC4C3D" w:rsidRPr="00A73EBD" w:rsidSect="00A73EBD">
      <w:footerReference w:type="even" r:id="rId7"/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C3D" w:rsidRDefault="00CC4C3D">
      <w:r>
        <w:separator/>
      </w:r>
    </w:p>
  </w:endnote>
  <w:endnote w:type="continuationSeparator" w:id="0">
    <w:p w:rsidR="00CC4C3D" w:rsidRDefault="00CC4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C3D" w:rsidRDefault="00CC4C3D" w:rsidP="00652B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4C3D" w:rsidRDefault="00CC4C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C3D" w:rsidRDefault="00CC4C3D" w:rsidP="00652B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C4C3D" w:rsidRDefault="00CC4C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C3D" w:rsidRDefault="00CC4C3D">
      <w:r>
        <w:separator/>
      </w:r>
    </w:p>
  </w:footnote>
  <w:footnote w:type="continuationSeparator" w:id="0">
    <w:p w:rsidR="00CC4C3D" w:rsidRDefault="00CC4C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D9E"/>
    <w:multiLevelType w:val="hybridMultilevel"/>
    <w:tmpl w:val="149861A0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B917667"/>
    <w:multiLevelType w:val="hybridMultilevel"/>
    <w:tmpl w:val="52D42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D15D9E"/>
    <w:multiLevelType w:val="hybridMultilevel"/>
    <w:tmpl w:val="A4A02BD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853202F"/>
    <w:multiLevelType w:val="hybridMultilevel"/>
    <w:tmpl w:val="C75CC71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689209BA"/>
    <w:multiLevelType w:val="hybridMultilevel"/>
    <w:tmpl w:val="A8C8B240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">
    <w:nsid w:val="6F001DA9"/>
    <w:multiLevelType w:val="hybridMultilevel"/>
    <w:tmpl w:val="27BCE5E2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E28"/>
    <w:rsid w:val="0009550F"/>
    <w:rsid w:val="000C1F0A"/>
    <w:rsid w:val="000D3757"/>
    <w:rsid w:val="00125804"/>
    <w:rsid w:val="00150AA8"/>
    <w:rsid w:val="001867C6"/>
    <w:rsid w:val="001A2CB7"/>
    <w:rsid w:val="001B313E"/>
    <w:rsid w:val="001B7D46"/>
    <w:rsid w:val="00247100"/>
    <w:rsid w:val="002C52E7"/>
    <w:rsid w:val="00312797"/>
    <w:rsid w:val="003251F9"/>
    <w:rsid w:val="00381E2B"/>
    <w:rsid w:val="003B0400"/>
    <w:rsid w:val="003E2F22"/>
    <w:rsid w:val="00412E28"/>
    <w:rsid w:val="0046016E"/>
    <w:rsid w:val="004C3505"/>
    <w:rsid w:val="00536DDE"/>
    <w:rsid w:val="006033C2"/>
    <w:rsid w:val="00644EAC"/>
    <w:rsid w:val="00652B5F"/>
    <w:rsid w:val="0065720A"/>
    <w:rsid w:val="006C00C5"/>
    <w:rsid w:val="006D2ADC"/>
    <w:rsid w:val="006D2C1A"/>
    <w:rsid w:val="006F0D3D"/>
    <w:rsid w:val="006F169C"/>
    <w:rsid w:val="006F5696"/>
    <w:rsid w:val="00767A32"/>
    <w:rsid w:val="007C715D"/>
    <w:rsid w:val="007E4288"/>
    <w:rsid w:val="0089206A"/>
    <w:rsid w:val="008C7BFC"/>
    <w:rsid w:val="008E6F3F"/>
    <w:rsid w:val="0090492D"/>
    <w:rsid w:val="00912CBF"/>
    <w:rsid w:val="00917D82"/>
    <w:rsid w:val="00950355"/>
    <w:rsid w:val="009C0DDC"/>
    <w:rsid w:val="00A73EBD"/>
    <w:rsid w:val="00AA1FEB"/>
    <w:rsid w:val="00AB32A2"/>
    <w:rsid w:val="00B57F71"/>
    <w:rsid w:val="00B60E05"/>
    <w:rsid w:val="00BC267F"/>
    <w:rsid w:val="00BE3D88"/>
    <w:rsid w:val="00C16149"/>
    <w:rsid w:val="00CC4C3D"/>
    <w:rsid w:val="00CF50E8"/>
    <w:rsid w:val="00D20390"/>
    <w:rsid w:val="00D502B9"/>
    <w:rsid w:val="00DA04B1"/>
    <w:rsid w:val="00DB6C64"/>
    <w:rsid w:val="00DC63E7"/>
    <w:rsid w:val="00E415CB"/>
    <w:rsid w:val="00F01263"/>
    <w:rsid w:val="00F279EF"/>
    <w:rsid w:val="00FB5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3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720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A04B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1FEB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DA04B1"/>
    <w:rPr>
      <w:rFonts w:cs="Times New Roman"/>
    </w:rPr>
  </w:style>
  <w:style w:type="table" w:styleId="TableGrid">
    <w:name w:val="Table Grid"/>
    <w:basedOn w:val="TableNormal"/>
    <w:uiPriority w:val="99"/>
    <w:locked/>
    <w:rsid w:val="006D2ADC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202</TotalTime>
  <Pages>2</Pages>
  <Words>494</Words>
  <Characters>2819</Characters>
  <Application>Microsoft Office Outlook</Application>
  <DocSecurity>0</DocSecurity>
  <Lines>0</Lines>
  <Paragraphs>0</Paragraphs>
  <ScaleCrop>false</ScaleCrop>
  <Company>ЦРО ПК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Ольга Николаевна</dc:creator>
  <cp:keywords/>
  <dc:description/>
  <cp:lastModifiedBy>Ljadova-NV</cp:lastModifiedBy>
  <cp:revision>16</cp:revision>
  <dcterms:created xsi:type="dcterms:W3CDTF">2017-02-20T13:44:00Z</dcterms:created>
  <dcterms:modified xsi:type="dcterms:W3CDTF">2019-08-27T10:23:00Z</dcterms:modified>
</cp:coreProperties>
</file>